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6CC28B2D" w:rsidR="0020639C" w:rsidRPr="00735DE7" w:rsidRDefault="009E6FFA" w:rsidP="00157D48">
            <w:pPr>
              <w:jc w:val="right"/>
            </w:pPr>
            <w:r>
              <w:rPr>
                <w:rFonts w:ascii="Arial" w:hAnsi="Arial"/>
              </w:rPr>
              <w:t>98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6574F018" w:rsidR="00C42BFF" w:rsidRDefault="00FB29E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22BBEF4" wp14:editId="7349889B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06B1240E" w:rsidR="00C42BFF" w:rsidRDefault="00C266AD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4C0DC84" wp14:editId="05D88CF9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4E1BEDEA" w:rsidR="00C42BFF" w:rsidRDefault="001A18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31169" wp14:editId="5F3FB618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190A8090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98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5B2A" w14:textId="77777777" w:rsidR="0031439F" w:rsidRDefault="0031439F">
      <w:r>
        <w:separator/>
      </w:r>
    </w:p>
  </w:endnote>
  <w:endnote w:type="continuationSeparator" w:id="0">
    <w:p w14:paraId="1F5ED0E5" w14:textId="77777777" w:rsidR="0031439F" w:rsidRDefault="0031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3960" w14:textId="77777777" w:rsidR="0031439F" w:rsidRDefault="0031439F">
      <w:r>
        <w:separator/>
      </w:r>
    </w:p>
  </w:footnote>
  <w:footnote w:type="continuationSeparator" w:id="0">
    <w:p w14:paraId="21156BCD" w14:textId="77777777" w:rsidR="0031439F" w:rsidRDefault="0031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130BB23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98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9E6FFA">
      <w:rPr>
        <w:rFonts w:ascii="Arial" w:hAnsi="Arial"/>
        <w:b/>
      </w:rPr>
      <w:t>35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439F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2A8D4-B1B7-471D-9E77-31B0A67A4E58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2023-12-05T12:41:00Z</dcterms:created>
  <dcterms:modified xsi:type="dcterms:W3CDTF">2023-12-05T12:47:00Z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